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D710D" w14:textId="5B59F49F" w:rsidR="00CB0FEA" w:rsidRPr="00840780" w:rsidRDefault="00840780" w:rsidP="003B6F3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41142F4" w14:textId="77777777" w:rsidR="00054710" w:rsidRPr="00054710" w:rsidRDefault="00054710" w:rsidP="00054710">
      <w:pPr>
        <w:jc w:val="both"/>
        <w:rPr>
          <w:rFonts w:ascii="Times New Roman" w:eastAsia="Calibri" w:hAnsi="Times New Roman"/>
          <w:lang w:val="et-EE"/>
        </w:rPr>
      </w:pPr>
      <w:r w:rsidRPr="00054710">
        <w:rPr>
          <w:rFonts w:ascii="Times New Roman" w:eastAsia="Calibri" w:hAnsi="Times New Roman"/>
          <w:lang w:val="et-EE"/>
        </w:rPr>
        <w:t>Transpordiamet</w:t>
      </w:r>
    </w:p>
    <w:p w14:paraId="25424829" w14:textId="77777777" w:rsidR="00054710" w:rsidRPr="00054710" w:rsidRDefault="00054710" w:rsidP="00054710">
      <w:pPr>
        <w:jc w:val="both"/>
        <w:rPr>
          <w:rFonts w:ascii="Times New Roman" w:eastAsia="Calibri" w:hAnsi="Times New Roman"/>
          <w:color w:val="000000"/>
          <w:lang w:val="et-EE"/>
        </w:rPr>
      </w:pPr>
      <w:r w:rsidRPr="00054710">
        <w:rPr>
          <w:rFonts w:ascii="Times New Roman" w:eastAsia="Calibri" w:hAnsi="Times New Roman"/>
          <w:color w:val="000000"/>
          <w:lang w:val="et-EE"/>
        </w:rPr>
        <w:t>Valge 4</w:t>
      </w:r>
    </w:p>
    <w:p w14:paraId="7AD7053D" w14:textId="69B0AF3F" w:rsidR="00054710" w:rsidRPr="00054710" w:rsidRDefault="00054710" w:rsidP="00054710">
      <w:pPr>
        <w:jc w:val="both"/>
        <w:rPr>
          <w:rFonts w:ascii="Times New Roman" w:eastAsia="Calibri" w:hAnsi="Times New Roman"/>
          <w:lang w:val="et-EE"/>
        </w:rPr>
      </w:pPr>
      <w:r w:rsidRPr="00054710">
        <w:rPr>
          <w:rFonts w:ascii="Times New Roman" w:eastAsia="Calibri" w:hAnsi="Times New Roman"/>
          <w:color w:val="000000"/>
          <w:lang w:val="et-EE"/>
        </w:rPr>
        <w:t>11413 Tallinn</w:t>
      </w:r>
      <w:r w:rsidRPr="00054710">
        <w:rPr>
          <w:rFonts w:ascii="Times New Roman" w:eastAsia="Calibri" w:hAnsi="Times New Roman"/>
          <w:lang w:val="et-EE"/>
        </w:rPr>
        <w:tab/>
      </w:r>
      <w:r w:rsidRPr="00054710">
        <w:rPr>
          <w:rFonts w:ascii="Times New Roman" w:eastAsia="Calibri" w:hAnsi="Times New Roman"/>
          <w:lang w:val="et-EE"/>
        </w:rPr>
        <w:tab/>
      </w:r>
      <w:r w:rsidRPr="00054710">
        <w:rPr>
          <w:rFonts w:ascii="Times New Roman" w:eastAsia="Calibri" w:hAnsi="Times New Roman"/>
          <w:lang w:val="et-EE"/>
        </w:rPr>
        <w:tab/>
      </w:r>
      <w:r w:rsidRPr="00054710">
        <w:rPr>
          <w:rFonts w:ascii="Times New Roman" w:eastAsia="Calibri" w:hAnsi="Times New Roman"/>
          <w:lang w:val="et-EE"/>
        </w:rPr>
        <w:tab/>
      </w:r>
      <w:r w:rsidRPr="00054710">
        <w:rPr>
          <w:rFonts w:ascii="Times New Roman" w:eastAsia="Calibri" w:hAnsi="Times New Roman"/>
          <w:lang w:val="et-EE"/>
        </w:rPr>
        <w:tab/>
        <w:t xml:space="preserve">                   16.12.2025 nr JV-MAA-1/</w:t>
      </w:r>
      <w:r w:rsidR="00E560D5" w:rsidRPr="00E560D5">
        <w:rPr>
          <w:rFonts w:ascii="Times New Roman" w:eastAsia="Calibri" w:hAnsi="Times New Roman"/>
        </w:rPr>
        <w:t>5743</w:t>
      </w:r>
    </w:p>
    <w:p w14:paraId="25F0E5C8" w14:textId="77777777" w:rsidR="00054710" w:rsidRPr="00054710" w:rsidRDefault="00054710" w:rsidP="00054710">
      <w:pPr>
        <w:jc w:val="both"/>
        <w:rPr>
          <w:rFonts w:ascii="Times New Roman" w:eastAsia="Calibri" w:hAnsi="Times New Roman"/>
          <w:lang w:val="et-EE"/>
        </w:rPr>
      </w:pPr>
      <w:r w:rsidRPr="00054710">
        <w:rPr>
          <w:rFonts w:ascii="Times New Roman" w:eastAsia="Calibri" w:hAnsi="Times New Roman"/>
          <w:lang w:val="et-EE"/>
        </w:rPr>
        <w:t xml:space="preserve">e-posti aadress: </w:t>
      </w:r>
      <w:hyperlink r:id="rId10" w:history="1">
        <w:r w:rsidRPr="00054710">
          <w:rPr>
            <w:rFonts w:ascii="Times New Roman" w:eastAsia="Calibri" w:hAnsi="Times New Roman"/>
            <w:color w:val="0000FF"/>
            <w:u w:val="single"/>
            <w:lang w:val="et-EE"/>
          </w:rPr>
          <w:t>maantee@transpordiamet.ee</w:t>
        </w:r>
      </w:hyperlink>
    </w:p>
    <w:p w14:paraId="25ABDD6F" w14:textId="77777777" w:rsidR="00054710" w:rsidRPr="00054710" w:rsidRDefault="00054710" w:rsidP="00054710">
      <w:pPr>
        <w:jc w:val="both"/>
        <w:rPr>
          <w:rFonts w:ascii="Times New Roman" w:eastAsia="Calibri" w:hAnsi="Times New Roman"/>
          <w:lang w:val="et-EE"/>
        </w:rPr>
      </w:pPr>
    </w:p>
    <w:p w14:paraId="4D5AB281" w14:textId="77777777" w:rsidR="00054710" w:rsidRPr="00054710" w:rsidRDefault="00054710" w:rsidP="00054710">
      <w:pPr>
        <w:jc w:val="both"/>
        <w:rPr>
          <w:rFonts w:ascii="Times New Roman" w:eastAsia="Calibri" w:hAnsi="Times New Roman"/>
          <w:b/>
          <w:lang w:val="et-EE"/>
        </w:rPr>
      </w:pPr>
      <w:r w:rsidRPr="00054710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054710" w:rsidRPr="00054710" w14:paraId="287B968A" w14:textId="77777777" w:rsidTr="00A7579D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B7EEE22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3F825E13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075FE2EF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0491B11C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6444412F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TAOTLEJA</w:t>
            </w:r>
          </w:p>
          <w:p w14:paraId="298582E4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ANDMED</w:t>
            </w:r>
          </w:p>
          <w:p w14:paraId="01FB1E01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19BAB02F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2A05A7CF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36038B8A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10CF0B8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Nimi: Elektrilevi OÜ</w:t>
            </w:r>
          </w:p>
        </w:tc>
      </w:tr>
      <w:tr w:rsidR="00054710" w:rsidRPr="00054710" w14:paraId="7CCB5263" w14:textId="77777777" w:rsidTr="00A7579D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284B01DA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092DA3D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Registrikood: 11050857</w:t>
            </w:r>
          </w:p>
        </w:tc>
      </w:tr>
      <w:tr w:rsidR="00054710" w:rsidRPr="00054710" w14:paraId="7D7BD88A" w14:textId="77777777" w:rsidTr="00A7579D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F24A650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C0D18C3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Aadress: Veskiposti 2, 10138 Tallinn</w:t>
            </w:r>
          </w:p>
        </w:tc>
      </w:tr>
      <w:tr w:rsidR="00054710" w:rsidRPr="00054710" w14:paraId="1632D5E9" w14:textId="77777777" w:rsidTr="00A7579D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32F0EF6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F5DAB58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Õigustatud isiku poolne lepingu sõlmija nimi</w:t>
            </w:r>
          </w:p>
          <w:p w14:paraId="1782F662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Andra McManus</w:t>
            </w:r>
          </w:p>
        </w:tc>
      </w:tr>
      <w:tr w:rsidR="00054710" w:rsidRPr="00054710" w14:paraId="145DB95D" w14:textId="77777777" w:rsidTr="00A7579D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374509FC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E9CE72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054710" w:rsidRPr="00054710" w14:paraId="1D4D9914" w14:textId="77777777" w:rsidTr="00A7579D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6A9CDCC1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ECDCC41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Lepingu sõlmija e-posti aadress, telefoni number (mitte lisada organisatsiooni üldtelefoni) </w:t>
            </w:r>
          </w:p>
          <w:p w14:paraId="5821A1EB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lang w:val="et-EE"/>
              </w:rPr>
            </w:pPr>
            <w:hyperlink r:id="rId11" w:history="1">
              <w:r w:rsidRPr="00054710">
                <w:rPr>
                  <w:rFonts w:ascii="Times New Roman" w:eastAsia="Calibri" w:hAnsi="Times New Roman"/>
                  <w:bCs/>
                  <w:color w:val="0000FF"/>
                  <w:u w:val="single"/>
                  <w:lang w:val="et-EE"/>
                </w:rPr>
                <w:t xml:space="preserve"> Andra.McManus @elektrilevi.ee</w:t>
              </w:r>
            </w:hyperlink>
            <w:r w:rsidRPr="00054710">
              <w:rPr>
                <w:rFonts w:ascii="Times New Roman" w:eastAsia="Calibri" w:hAnsi="Times New Roman"/>
                <w:bCs/>
                <w:lang w:val="et-EE"/>
              </w:rPr>
              <w:t>, tel 5123441</w:t>
            </w:r>
          </w:p>
        </w:tc>
      </w:tr>
      <w:tr w:rsidR="00054710" w:rsidRPr="00054710" w14:paraId="1C86A00F" w14:textId="77777777" w:rsidTr="00A7579D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4F64C89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7E30D6B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Nimi:</w:t>
            </w:r>
            <w:r w:rsidRPr="00054710">
              <w:rPr>
                <w:rFonts w:ascii="Times New Roman" w:eastAsia="Calibri" w:hAnsi="Times New Roman"/>
                <w:bCs/>
              </w:rPr>
              <w:t xml:space="preserve"> Kati-Kristella Kivisild-Ant</w:t>
            </w:r>
          </w:p>
        </w:tc>
      </w:tr>
      <w:tr w:rsidR="00054710" w:rsidRPr="00054710" w14:paraId="017956F7" w14:textId="77777777" w:rsidTr="00A7579D">
        <w:trPr>
          <w:trHeight w:val="93"/>
        </w:trPr>
        <w:tc>
          <w:tcPr>
            <w:tcW w:w="3098" w:type="dxa"/>
            <w:vMerge/>
            <w:tcBorders>
              <w:bottom w:val="nil"/>
              <w:right w:val="single" w:sz="4" w:space="0" w:color="auto"/>
            </w:tcBorders>
          </w:tcPr>
          <w:p w14:paraId="73B71F49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3382A6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e-posti aadress, telefoni number </w:t>
            </w:r>
          </w:p>
          <w:p w14:paraId="2CC0A1F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hyperlink r:id="rId12" w:history="1">
              <w:r w:rsidRPr="00054710">
                <w:rPr>
                  <w:rFonts w:ascii="Times New Roman" w:eastAsia="Calibri" w:hAnsi="Times New Roman"/>
                  <w:color w:val="0000FF"/>
                  <w:u w:val="single"/>
                  <w:lang w:val="et-EE"/>
                </w:rPr>
                <w:t>kati</w:t>
              </w:r>
              <w:r w:rsidRPr="00054710">
                <w:rPr>
                  <w:rFonts w:ascii="Times New Roman" w:eastAsia="Calibri" w:hAnsi="Times New Roman"/>
                  <w:bCs/>
                  <w:color w:val="0000FF"/>
                  <w:u w:val="single"/>
                </w:rPr>
                <w:t>.kivisild@elektrilevi.ee</w:t>
              </w:r>
            </w:hyperlink>
            <w:r w:rsidRPr="00054710">
              <w:rPr>
                <w:rFonts w:ascii="Times New Roman" w:eastAsia="Calibri" w:hAnsi="Times New Roman"/>
                <w:bCs/>
              </w:rPr>
              <w:t xml:space="preserve"> , 5015647</w:t>
            </w:r>
          </w:p>
          <w:p w14:paraId="7513538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lang w:val="et-EE"/>
              </w:rPr>
            </w:pPr>
          </w:p>
        </w:tc>
      </w:tr>
      <w:tr w:rsidR="00054710" w:rsidRPr="00054710" w14:paraId="5A130A75" w14:textId="77777777" w:rsidTr="00A7579D">
        <w:trPr>
          <w:trHeight w:val="93"/>
        </w:trPr>
        <w:tc>
          <w:tcPr>
            <w:tcW w:w="3098" w:type="dxa"/>
            <w:tcBorders>
              <w:bottom w:val="nil"/>
              <w:right w:val="single" w:sz="4" w:space="0" w:color="auto"/>
            </w:tcBorders>
          </w:tcPr>
          <w:p w14:paraId="2709F642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439021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iCs/>
              </w:rPr>
              <w:t>Tehnovõrk on vajalik avalikes huvides ning arenduskohustuse täitmiseks</w:t>
            </w:r>
          </w:p>
        </w:tc>
      </w:tr>
      <w:tr w:rsidR="00054710" w:rsidRPr="00054710" w14:paraId="57A9D7D4" w14:textId="77777777" w:rsidTr="00A7579D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27850CA9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36438749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u w:val="single"/>
                <w:lang w:val="et-EE"/>
              </w:rPr>
            </w:pPr>
          </w:p>
        </w:tc>
      </w:tr>
      <w:tr w:rsidR="00054710" w:rsidRPr="00054710" w14:paraId="5B0F45FC" w14:textId="77777777" w:rsidTr="00A7579D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9C9D7D4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3F69A480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2D89D16" w14:textId="6A7BF531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i/>
                <w:i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Projekti nimetus ja number:</w:t>
            </w:r>
            <w:r w:rsidRPr="0005471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rFonts w:ascii="Times New Roman" w:eastAsia="Calibri" w:hAnsi="Times New Roman"/>
                <w:bCs/>
                <w:lang w:val="et-EE"/>
              </w:rPr>
              <w:t>IP8185</w:t>
            </w: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 </w:t>
            </w:r>
            <w:r w:rsidRPr="00054710">
              <w:rPr>
                <w:rFonts w:ascii="Times New Roman" w:eastAsia="Calibri" w:hAnsi="Times New Roman"/>
                <w:bCs/>
                <w:i/>
                <w:iCs/>
                <w:lang w:val="et-EE"/>
              </w:rPr>
              <w:t>„</w:t>
            </w:r>
            <w:r>
              <w:t xml:space="preserve"> </w:t>
            </w:r>
            <w:r w:rsidRPr="00054710">
              <w:rPr>
                <w:rFonts w:ascii="Times New Roman" w:eastAsia="Calibri" w:hAnsi="Times New Roman"/>
                <w:bCs/>
                <w:i/>
                <w:iCs/>
                <w:lang w:val="et-EE"/>
              </w:rPr>
              <w:t>Ruusmäe-Misso fiidri rekonstrueerimine vahemikus M186-M208. Missokülä küla Rõuge vald ja Leimani küla Setomaa vald, Võru maakond.</w:t>
            </w:r>
          </w:p>
        </w:tc>
      </w:tr>
      <w:tr w:rsidR="00054710" w:rsidRPr="00054710" w14:paraId="0ABB5C92" w14:textId="77777777" w:rsidTr="00A7579D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3FCAB16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F3C6354" w14:textId="33060047" w:rsidR="00054710" w:rsidRPr="00054710" w:rsidRDefault="00054710" w:rsidP="00054710">
            <w:pPr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Projekti koostaja: </w:t>
            </w:r>
            <w:r>
              <w:t xml:space="preserve"> </w:t>
            </w:r>
            <w:r w:rsidRPr="00054710">
              <w:rPr>
                <w:rFonts w:ascii="Times New Roman" w:eastAsia="Calibri" w:hAnsi="Times New Roman"/>
                <w:bCs/>
                <w:lang w:val="et-EE"/>
              </w:rPr>
              <w:t>Hendrik Vissel</w:t>
            </w:r>
            <w:r>
              <w:rPr>
                <w:rFonts w:ascii="Times New Roman" w:eastAsia="Calibri" w:hAnsi="Times New Roman"/>
                <w:bCs/>
                <w:lang w:val="et-EE"/>
              </w:rPr>
              <w:t>,</w:t>
            </w: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 </w:t>
            </w:r>
            <w:r>
              <w:t xml:space="preserve"> </w:t>
            </w:r>
            <w:hyperlink r:id="rId13" w:history="1">
              <w:r w:rsidRPr="00A469C5">
                <w:rPr>
                  <w:rStyle w:val="Hyperlink"/>
                  <w:rFonts w:ascii="Times New Roman" w:eastAsia="Calibri" w:hAnsi="Times New Roman"/>
                  <w:bCs/>
                  <w:lang w:val="et-EE"/>
                </w:rPr>
                <w:t>H.Vissel@leonhard-weiss.com</w:t>
              </w:r>
            </w:hyperlink>
            <w:r>
              <w:rPr>
                <w:rFonts w:ascii="Times New Roman" w:eastAsia="Calibri" w:hAnsi="Times New Roman"/>
                <w:bCs/>
                <w:lang w:val="et-EE"/>
              </w:rPr>
              <w:t xml:space="preserve"> </w:t>
            </w:r>
          </w:p>
        </w:tc>
      </w:tr>
      <w:tr w:rsidR="00054710" w:rsidRPr="00054710" w14:paraId="0DA93B2F" w14:textId="77777777" w:rsidTr="00A7579D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50DAF25A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A905210" w14:textId="7B356703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Transpordiameti kooskõlastuse vastuskirja kuupäev ja number:</w:t>
            </w:r>
            <w:r w:rsidRPr="00054710">
              <w:rPr>
                <w:rFonts w:ascii="Calibri" w:eastAsia="Calibri" w:hAnsi="Calibri"/>
                <w:lang w:val="et-EE"/>
              </w:rPr>
              <w:t xml:space="preserve"> </w:t>
            </w:r>
            <w:r w:rsidRPr="00054710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>
              <w:t xml:space="preserve"> </w:t>
            </w:r>
            <w:r w:rsidRPr="00054710">
              <w:rPr>
                <w:rFonts w:ascii="Times New Roman" w:eastAsia="Calibri" w:hAnsi="Times New Roman"/>
                <w:bCs/>
                <w:lang w:val="et-EE"/>
              </w:rPr>
              <w:t>12.12.2025  nr 7.1-2/25/20484-2</w:t>
            </w:r>
          </w:p>
        </w:tc>
      </w:tr>
      <w:tr w:rsidR="00054710" w:rsidRPr="00054710" w14:paraId="3EDE9665" w14:textId="77777777" w:rsidTr="00A7579D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5027DB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0E15D5BA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76B4F9E3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17E377F2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0C7D49C5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3D83CFA7" w14:textId="77777777" w:rsidR="00054710" w:rsidRPr="00054710" w:rsidRDefault="00054710" w:rsidP="00054710">
            <w:pPr>
              <w:numPr>
                <w:ilvl w:val="0"/>
                <w:numId w:val="32"/>
              </w:numPr>
              <w:spacing w:after="200"/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KOORMATAVA</w:t>
            </w:r>
          </w:p>
          <w:p w14:paraId="04C1FF48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lastRenderedPageBreak/>
              <w:t>RIIGIMAA ANDMED (info RKVRist ja Maa-ameti kaardirakendusest)</w:t>
            </w:r>
          </w:p>
          <w:p w14:paraId="216B16D2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4572978" w14:textId="4734D669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lastRenderedPageBreak/>
              <w:t xml:space="preserve">Number ja nimetus: </w:t>
            </w:r>
            <w:r w:rsidRPr="00054710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>
              <w:t xml:space="preserve"> </w:t>
            </w:r>
            <w:r w:rsidRPr="00054710">
              <w:rPr>
                <w:rFonts w:ascii="Times New Roman" w:eastAsia="Calibri" w:hAnsi="Times New Roman"/>
                <w:bCs/>
                <w:lang w:val="et-EE"/>
              </w:rPr>
              <w:t>7 Riia-Pihkva tee</w:t>
            </w:r>
          </w:p>
        </w:tc>
      </w:tr>
      <w:tr w:rsidR="00054710" w:rsidRPr="00054710" w14:paraId="3D47E63D" w14:textId="77777777" w:rsidTr="00A7579D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C6433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3DCEB9E" w14:textId="0A1DE5F2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Katastritunnus: </w:t>
            </w:r>
            <w:r w:rsidRPr="00054710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>
              <w:t xml:space="preserve"> </w:t>
            </w:r>
            <w:r w:rsidRPr="00054710">
              <w:rPr>
                <w:rFonts w:ascii="Times New Roman" w:eastAsia="Calibri" w:hAnsi="Times New Roman"/>
                <w:bCs/>
                <w:lang w:val="et-EE"/>
              </w:rPr>
              <w:t>46801:003:1580</w:t>
            </w:r>
          </w:p>
        </w:tc>
      </w:tr>
      <w:tr w:rsidR="00054710" w:rsidRPr="00054710" w14:paraId="54BB62CA" w14:textId="77777777" w:rsidTr="00A7579D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883D6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0C65BC6" w14:textId="76310B4F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Kinnistu registriosa number: </w:t>
            </w:r>
            <w:r w:rsidRPr="00054710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>
              <w:t xml:space="preserve"> </w:t>
            </w:r>
            <w:r w:rsidRPr="00054710">
              <w:rPr>
                <w:rFonts w:ascii="Times New Roman" w:eastAsia="Calibri" w:hAnsi="Times New Roman"/>
                <w:bCs/>
                <w:lang w:val="et-EE"/>
              </w:rPr>
              <w:t>8277650</w:t>
            </w:r>
          </w:p>
        </w:tc>
      </w:tr>
      <w:tr w:rsidR="00054710" w:rsidRPr="00054710" w14:paraId="4E52E06A" w14:textId="77777777" w:rsidTr="00A7579D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9D180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076F2F1" w14:textId="59F7A3F2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Riigi kinnisvararegistri objekti kood: </w:t>
            </w:r>
            <w:r w:rsidRPr="0005471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>
              <w:t xml:space="preserve"> </w:t>
            </w:r>
            <w:r w:rsidRPr="00054710">
              <w:rPr>
                <w:rFonts w:ascii="Times New Roman" w:eastAsia="Calibri" w:hAnsi="Times New Roman"/>
                <w:bCs/>
                <w:lang w:val="et-EE"/>
              </w:rPr>
              <w:t>KV5418</w:t>
            </w:r>
          </w:p>
        </w:tc>
      </w:tr>
      <w:tr w:rsidR="00054710" w:rsidRPr="00054710" w14:paraId="31F28901" w14:textId="77777777" w:rsidTr="00A7579D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82CA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956F7D1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u w:val="single"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u w:val="single"/>
                <w:lang w:val="et-EE"/>
              </w:rPr>
              <w:t xml:space="preserve">Kasutusõiguse sisu:  </w:t>
            </w:r>
          </w:p>
          <w:p w14:paraId="686DAFEA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Elektrimaakaabelliini rajamiseks</w:t>
            </w:r>
          </w:p>
          <w:p w14:paraId="53029D8A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color w:val="000000"/>
                <w:spacing w:val="2"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Ruumikuju andmed: </w:t>
            </w:r>
          </w:p>
          <w:p w14:paraId="2662A8CD" w14:textId="05F04C51" w:rsidR="00054710" w:rsidRPr="00054710" w:rsidRDefault="00054710" w:rsidP="00054710">
            <w:pPr>
              <w:spacing w:after="200"/>
              <w:jc w:val="both"/>
              <w:rPr>
                <w:rFonts w:ascii="Times New Roman" w:eastAsia="Calibri" w:hAnsi="Times New Roman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lastRenderedPageBreak/>
              <w:t xml:space="preserve">PARI ID </w:t>
            </w:r>
            <w:r>
              <w:rPr>
                <w:rFonts w:ascii="Times New Roman" w:eastAsia="Calibri" w:hAnsi="Times New Roman"/>
                <w:bCs/>
                <w:lang w:val="et-EE"/>
              </w:rPr>
              <w:t xml:space="preserve">POS 1 - </w:t>
            </w:r>
            <w:r w:rsidRPr="00054710">
              <w:rPr>
                <w:rFonts w:ascii="Times New Roman" w:eastAsia="Calibri" w:hAnsi="Times New Roman"/>
                <w:bCs/>
                <w:color w:val="000000"/>
                <w:spacing w:val="2"/>
                <w:lang w:val="et-EE"/>
              </w:rPr>
              <w:t>1060413</w:t>
            </w:r>
            <w:r>
              <w:rPr>
                <w:rFonts w:ascii="Times New Roman" w:eastAsia="Calibri" w:hAnsi="Times New Roman"/>
                <w:bCs/>
                <w:color w:val="000000"/>
                <w:spacing w:val="2"/>
                <w:lang w:val="et-EE"/>
              </w:rPr>
              <w:t xml:space="preserve"> </w:t>
            </w:r>
            <w:hyperlink r:id="rId14" w:history="1">
              <w:r w:rsidRPr="00A469C5">
                <w:rPr>
                  <w:rStyle w:val="Hyperlink"/>
                  <w:rFonts w:ascii="Times New Roman" w:eastAsia="Calibri" w:hAnsi="Times New Roman"/>
                  <w:lang w:val="et-EE"/>
                </w:rPr>
                <w:t>https://pari.kataster.ee/magic-link/ce8ecbf4-e7e7-414f-aac6-831cbb710f29</w:t>
              </w:r>
            </w:hyperlink>
            <w:r>
              <w:rPr>
                <w:rFonts w:ascii="Times New Roman" w:eastAsia="Calibri" w:hAnsi="Times New Roman"/>
                <w:lang w:val="et-EE"/>
              </w:rPr>
              <w:t xml:space="preserve"> </w:t>
            </w:r>
            <w:r>
              <w:rPr>
                <w:rFonts w:ascii="Times New Roman" w:eastAsia="Calibri" w:hAnsi="Times New Roman"/>
                <w:lang w:val="et-EE"/>
              </w:rPr>
              <w:br/>
              <w:t xml:space="preserve">POS 2 – </w:t>
            </w:r>
            <w:r w:rsidRPr="00054710">
              <w:rPr>
                <w:rFonts w:ascii="Times New Roman" w:eastAsia="Calibri" w:hAnsi="Times New Roman"/>
              </w:rPr>
              <w:t>1060414</w:t>
            </w:r>
            <w:r>
              <w:rPr>
                <w:rFonts w:ascii="Times New Roman" w:eastAsia="Calibri" w:hAnsi="Times New Roman"/>
              </w:rPr>
              <w:t xml:space="preserve"> </w:t>
            </w:r>
            <w:hyperlink r:id="rId15" w:history="1">
              <w:r w:rsidRPr="00A469C5">
                <w:rPr>
                  <w:rStyle w:val="Hyperlink"/>
                  <w:rFonts w:ascii="Times New Roman" w:eastAsia="Calibri" w:hAnsi="Times New Roman"/>
                </w:rPr>
                <w:t>https://pari.kataster.ee/magic-link/73e880e4-09ad-44ba-b5d9-9009041f2c10</w:t>
              </w:r>
            </w:hyperlink>
            <w:r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</w:rPr>
              <w:br/>
              <w:t xml:space="preserve">POS 3 – </w:t>
            </w:r>
            <w:r w:rsidRPr="00054710">
              <w:rPr>
                <w:rFonts w:ascii="Times New Roman" w:eastAsia="Calibri" w:hAnsi="Times New Roman"/>
              </w:rPr>
              <w:t>1060415</w:t>
            </w:r>
            <w:r>
              <w:rPr>
                <w:rFonts w:ascii="Times New Roman" w:eastAsia="Calibri" w:hAnsi="Times New Roman"/>
              </w:rPr>
              <w:t xml:space="preserve"> </w:t>
            </w:r>
            <w:hyperlink r:id="rId16" w:history="1">
              <w:r w:rsidRPr="00A469C5">
                <w:rPr>
                  <w:rStyle w:val="Hyperlink"/>
                  <w:rFonts w:ascii="Times New Roman" w:eastAsia="Calibri" w:hAnsi="Times New Roman"/>
                </w:rPr>
                <w:t>https://pari.kataster.ee/magic-link/b4ed54b4-134d-4722-a129-86f7e47464a5</w:t>
              </w:r>
            </w:hyperlink>
            <w:r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</w:rPr>
              <w:br/>
              <w:t xml:space="preserve">POS 4 – </w:t>
            </w:r>
            <w:r w:rsidRPr="00054710">
              <w:rPr>
                <w:rFonts w:ascii="Times New Roman" w:eastAsia="Calibri" w:hAnsi="Times New Roman"/>
              </w:rPr>
              <w:t>1060416</w:t>
            </w:r>
            <w:r>
              <w:rPr>
                <w:rFonts w:ascii="Times New Roman" w:eastAsia="Calibri" w:hAnsi="Times New Roman"/>
              </w:rPr>
              <w:t xml:space="preserve"> </w:t>
            </w:r>
            <w:hyperlink r:id="rId17" w:history="1">
              <w:r w:rsidRPr="00A469C5">
                <w:rPr>
                  <w:rStyle w:val="Hyperlink"/>
                  <w:rFonts w:ascii="Times New Roman" w:eastAsia="Calibri" w:hAnsi="Times New Roman"/>
                </w:rPr>
                <w:t>https://pari.kataster.ee/magic-link/c2380fb3-a37a-4250-9fc6-f6b9ebf5e660</w:t>
              </w:r>
            </w:hyperlink>
            <w:r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</w:rPr>
              <w:br/>
              <w:t xml:space="preserve">POS 5 – </w:t>
            </w:r>
            <w:r w:rsidRPr="00054710">
              <w:rPr>
                <w:rFonts w:ascii="Times New Roman" w:eastAsia="Calibri" w:hAnsi="Times New Roman"/>
              </w:rPr>
              <w:t>1060417</w:t>
            </w:r>
            <w:r>
              <w:rPr>
                <w:rFonts w:ascii="Times New Roman" w:eastAsia="Calibri" w:hAnsi="Times New Roman"/>
              </w:rPr>
              <w:t xml:space="preserve"> </w:t>
            </w:r>
            <w:hyperlink r:id="rId18" w:history="1">
              <w:r w:rsidRPr="00A469C5">
                <w:rPr>
                  <w:rStyle w:val="Hyperlink"/>
                  <w:rFonts w:ascii="Times New Roman" w:eastAsia="Calibri" w:hAnsi="Times New Roman"/>
                </w:rPr>
                <w:t>https://pari.kataster.ee/magic-link/8c68a3e3-007c-43d2-aedd-b2cbed4882ff</w:t>
              </w:r>
            </w:hyperlink>
            <w:r>
              <w:rPr>
                <w:rFonts w:ascii="Times New Roman" w:eastAsia="Calibri" w:hAnsi="Times New Roman"/>
              </w:rPr>
              <w:t xml:space="preserve"> </w:t>
            </w:r>
          </w:p>
        </w:tc>
      </w:tr>
      <w:tr w:rsidR="00054710" w:rsidRPr="00054710" w14:paraId="4E8C6053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7EBE9C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lastRenderedPageBreak/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96338F1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Elektrilevi OÜ</w:t>
            </w:r>
          </w:p>
        </w:tc>
      </w:tr>
      <w:tr w:rsidR="00054710" w:rsidRPr="00054710" w14:paraId="05BBB675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A5823C5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26131A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u w:val="single"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u w:val="single"/>
                <w:lang w:val="et-EE"/>
              </w:rPr>
              <w:t>Esindusvolitus</w:t>
            </w:r>
          </w:p>
        </w:tc>
      </w:tr>
      <w:tr w:rsidR="00054710" w:rsidRPr="00054710" w14:paraId="7299FC1E" w14:textId="77777777" w:rsidTr="00A7579D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535C9B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2145F54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u w:val="single"/>
                <w:lang w:val="et-EE"/>
              </w:rPr>
            </w:pPr>
          </w:p>
        </w:tc>
      </w:tr>
    </w:tbl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FCF63" w14:textId="77777777" w:rsidR="00274B3A" w:rsidRDefault="00274B3A">
      <w:r>
        <w:separator/>
      </w:r>
    </w:p>
  </w:endnote>
  <w:endnote w:type="continuationSeparator" w:id="0">
    <w:p w14:paraId="7FE50EF5" w14:textId="77777777" w:rsidR="00274B3A" w:rsidRDefault="00274B3A">
      <w:r>
        <w:continuationSeparator/>
      </w:r>
    </w:p>
  </w:endnote>
  <w:endnote w:type="continuationNotice" w:id="1">
    <w:p w14:paraId="561D34C2" w14:textId="77777777" w:rsidR="00274B3A" w:rsidRDefault="00274B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D5A83" w14:textId="77777777" w:rsidR="00274B3A" w:rsidRDefault="00274B3A">
      <w:r>
        <w:separator/>
      </w:r>
    </w:p>
  </w:footnote>
  <w:footnote w:type="continuationSeparator" w:id="0">
    <w:p w14:paraId="2F04E5CD" w14:textId="77777777" w:rsidR="00274B3A" w:rsidRDefault="00274B3A">
      <w:r>
        <w:continuationSeparator/>
      </w:r>
    </w:p>
  </w:footnote>
  <w:footnote w:type="continuationNotice" w:id="1">
    <w:p w14:paraId="53CC8DE2" w14:textId="77777777" w:rsidR="00274B3A" w:rsidRDefault="00274B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80D853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21199842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54710"/>
    <w:rsid w:val="000A1EE7"/>
    <w:rsid w:val="000B417F"/>
    <w:rsid w:val="000B4850"/>
    <w:rsid w:val="000B57BA"/>
    <w:rsid w:val="000F3E27"/>
    <w:rsid w:val="00103444"/>
    <w:rsid w:val="00146F8F"/>
    <w:rsid w:val="00155DCC"/>
    <w:rsid w:val="00162108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641F5"/>
    <w:rsid w:val="002726A3"/>
    <w:rsid w:val="002732AA"/>
    <w:rsid w:val="00274B3A"/>
    <w:rsid w:val="002A1036"/>
    <w:rsid w:val="002D4D27"/>
    <w:rsid w:val="002D6251"/>
    <w:rsid w:val="002E0EF7"/>
    <w:rsid w:val="002F07BC"/>
    <w:rsid w:val="00300E09"/>
    <w:rsid w:val="003073D3"/>
    <w:rsid w:val="003127FB"/>
    <w:rsid w:val="0033388C"/>
    <w:rsid w:val="00335CBC"/>
    <w:rsid w:val="003467AE"/>
    <w:rsid w:val="003551E2"/>
    <w:rsid w:val="00357C22"/>
    <w:rsid w:val="00364590"/>
    <w:rsid w:val="00365F2B"/>
    <w:rsid w:val="00381AE8"/>
    <w:rsid w:val="00382D66"/>
    <w:rsid w:val="003A0ECE"/>
    <w:rsid w:val="003A28D6"/>
    <w:rsid w:val="003B6F35"/>
    <w:rsid w:val="003F5996"/>
    <w:rsid w:val="004170C1"/>
    <w:rsid w:val="00430FA1"/>
    <w:rsid w:val="004403E9"/>
    <w:rsid w:val="00470107"/>
    <w:rsid w:val="00491AD7"/>
    <w:rsid w:val="004D1D70"/>
    <w:rsid w:val="004E5DD5"/>
    <w:rsid w:val="0050379B"/>
    <w:rsid w:val="00532D2F"/>
    <w:rsid w:val="00570FC4"/>
    <w:rsid w:val="00581E38"/>
    <w:rsid w:val="00582590"/>
    <w:rsid w:val="00585B08"/>
    <w:rsid w:val="005A217D"/>
    <w:rsid w:val="005A710F"/>
    <w:rsid w:val="005B1C18"/>
    <w:rsid w:val="005C24D9"/>
    <w:rsid w:val="005E3618"/>
    <w:rsid w:val="00605B27"/>
    <w:rsid w:val="00615EB0"/>
    <w:rsid w:val="00625192"/>
    <w:rsid w:val="0062642C"/>
    <w:rsid w:val="00627953"/>
    <w:rsid w:val="0063780B"/>
    <w:rsid w:val="00643BDB"/>
    <w:rsid w:val="006466E4"/>
    <w:rsid w:val="00657B6F"/>
    <w:rsid w:val="0066463C"/>
    <w:rsid w:val="006736DE"/>
    <w:rsid w:val="00675C6D"/>
    <w:rsid w:val="006A27A9"/>
    <w:rsid w:val="006B28B7"/>
    <w:rsid w:val="006B5553"/>
    <w:rsid w:val="006F595A"/>
    <w:rsid w:val="00704301"/>
    <w:rsid w:val="0070500B"/>
    <w:rsid w:val="00755DE3"/>
    <w:rsid w:val="00765D62"/>
    <w:rsid w:val="0077377F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40780"/>
    <w:rsid w:val="0086205E"/>
    <w:rsid w:val="008753E8"/>
    <w:rsid w:val="008759E3"/>
    <w:rsid w:val="008C5B01"/>
    <w:rsid w:val="008D2D2A"/>
    <w:rsid w:val="008D3667"/>
    <w:rsid w:val="008F2A05"/>
    <w:rsid w:val="0091258F"/>
    <w:rsid w:val="00912BDF"/>
    <w:rsid w:val="009303BE"/>
    <w:rsid w:val="00930BE5"/>
    <w:rsid w:val="00962A66"/>
    <w:rsid w:val="00992B14"/>
    <w:rsid w:val="009A0457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837AB"/>
    <w:rsid w:val="00AE1639"/>
    <w:rsid w:val="00AE6B50"/>
    <w:rsid w:val="00AF6389"/>
    <w:rsid w:val="00B05AE2"/>
    <w:rsid w:val="00B33B98"/>
    <w:rsid w:val="00B4021D"/>
    <w:rsid w:val="00BA3B23"/>
    <w:rsid w:val="00BD14A4"/>
    <w:rsid w:val="00BF0E4C"/>
    <w:rsid w:val="00C0020C"/>
    <w:rsid w:val="00C34030"/>
    <w:rsid w:val="00C53640"/>
    <w:rsid w:val="00C712AC"/>
    <w:rsid w:val="00C86912"/>
    <w:rsid w:val="00C86C12"/>
    <w:rsid w:val="00C86E8D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25D80"/>
    <w:rsid w:val="00D30B1A"/>
    <w:rsid w:val="00D343E0"/>
    <w:rsid w:val="00D4458D"/>
    <w:rsid w:val="00D8006E"/>
    <w:rsid w:val="00D879EE"/>
    <w:rsid w:val="00D902BD"/>
    <w:rsid w:val="00DB17D9"/>
    <w:rsid w:val="00DF283A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560D5"/>
    <w:rsid w:val="00E6200E"/>
    <w:rsid w:val="00E9115C"/>
    <w:rsid w:val="00EB5167"/>
    <w:rsid w:val="00EB79F8"/>
    <w:rsid w:val="00EC15EB"/>
    <w:rsid w:val="00EC6F44"/>
    <w:rsid w:val="00ED26F8"/>
    <w:rsid w:val="00F30F4E"/>
    <w:rsid w:val="00F400F4"/>
    <w:rsid w:val="00F50474"/>
    <w:rsid w:val="00F629CC"/>
    <w:rsid w:val="00F67A7C"/>
    <w:rsid w:val="00F75059"/>
    <w:rsid w:val="00F87519"/>
    <w:rsid w:val="00F94E63"/>
    <w:rsid w:val="00FA395B"/>
    <w:rsid w:val="00FC0064"/>
    <w:rsid w:val="00FD2413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H.Vissel@leonhard-weiss.com" TargetMode="External"/><Relationship Id="rId18" Type="http://schemas.openxmlformats.org/officeDocument/2006/relationships/hyperlink" Target="https://pari.kataster.ee/magic-link/8c68a3e3-007c-43d2-aedd-b2cbed4882f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mailto:kati.kivisild@elektrilevi.ee" TargetMode="External"/><Relationship Id="rId17" Type="http://schemas.openxmlformats.org/officeDocument/2006/relationships/hyperlink" Target="https://pari.kataster.ee/magic-link/c2380fb3-a37a-4250-9fc6-f6b9ebf5e66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b4ed54b4-134d-4722-a129-86f7e47464a5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dra.Sokk@energia.ee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pari.kataster.ee/magic-link/73e880e4-09ad-44ba-b5d9-9009041f2c10" TargetMode="External"/><Relationship Id="rId23" Type="http://schemas.openxmlformats.org/officeDocument/2006/relationships/header" Target="header3.xml"/><Relationship Id="rId10" Type="http://schemas.openxmlformats.org/officeDocument/2006/relationships/hyperlink" Target="mailto:maantee@transpordiamet.e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ce8ecbf4-e7e7-414f-aac6-831cbb710f29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11</TotalTime>
  <Pages>2</Pages>
  <Words>412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Kati-Kristella Kivisild-Ant</cp:lastModifiedBy>
  <cp:revision>3</cp:revision>
  <cp:lastPrinted>2025-04-15T10:05:00Z</cp:lastPrinted>
  <dcterms:created xsi:type="dcterms:W3CDTF">2025-12-16T13:13:00Z</dcterms:created>
  <dcterms:modified xsi:type="dcterms:W3CDTF">2025-12-16T13:15:00Z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